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bookmarkStart w:id="0" w:name="_GoBack"/>
      <w:bookmarkEnd w:id="0"/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59466B6F" w14:textId="2D547BD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335148">
        <w:rPr>
          <w:rFonts w:eastAsia="Times New Roman" w:cs="Times New Roman"/>
          <w:lang w:eastAsia="cs-CZ"/>
        </w:rPr>
        <w:tab/>
      </w:r>
      <w:sdt>
        <w:sdtPr>
          <w:rPr>
            <w:rFonts w:ascii="Verdana" w:hAnsi="Verdana"/>
          </w:rPr>
          <w:id w:val="-171102708"/>
          <w:placeholder>
            <w:docPart w:val="C0EAEEC765E04D0A8F3DA6A5E3E6F191"/>
          </w:placeholder>
        </w:sdtPr>
        <w:sdtEndPr/>
        <w:sdtContent>
          <w:r w:rsidR="00335148" w:rsidRPr="009334A6">
            <w:rPr>
              <w:rFonts w:ascii="Verdana" w:eastAsia="Verdana" w:hAnsi="Verdana"/>
            </w:rPr>
            <w:t>[</w:t>
          </w:r>
          <w:r w:rsidR="00335148" w:rsidRPr="009334A6">
            <w:rPr>
              <w:rFonts w:ascii="Verdana" w:eastAsia="Verdana" w:hAnsi="Verdana"/>
              <w:highlight w:val="yellow"/>
            </w:rPr>
            <w:t>DOPLNÍ DODAVATEL</w:t>
          </w:r>
          <w:r w:rsidR="00335148" w:rsidRPr="009334A6">
            <w:rPr>
              <w:rFonts w:ascii="Verdana" w:eastAsia="Verdana" w:hAnsi="Verdana"/>
            </w:rPr>
            <w:t>]</w:t>
          </w:r>
        </w:sdtContent>
      </w:sdt>
      <w:r w:rsidR="00335148">
        <w:rPr>
          <w:rFonts w:eastAsia="Times New Roman" w:cs="Times New Roman"/>
          <w:highlight w:val="lightGray"/>
          <w:lang w:eastAsia="cs-CZ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3B30ACB8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</w:t>
      </w:r>
      <w:r w:rsidRPr="00EF56AB">
        <w:rPr>
          <w:rFonts w:eastAsia="Times New Roman" w:cs="Times New Roman"/>
          <w:lang w:eastAsia="cs-CZ"/>
        </w:rPr>
        <w:t xml:space="preserve">názvem </w:t>
      </w:r>
      <w:bookmarkStart w:id="1" w:name="_Toc403053768"/>
      <w:bookmarkStart w:id="2" w:name="_Hlk158378135"/>
      <w:r w:rsidR="00335148" w:rsidRPr="00EF56AB">
        <w:rPr>
          <w:rFonts w:ascii="Verdana" w:hAnsi="Verdana"/>
          <w:b/>
        </w:rPr>
        <w:t>„</w:t>
      </w:r>
      <w:bookmarkEnd w:id="1"/>
      <w:r w:rsidR="00EF56AB" w:rsidRPr="00EF56AB">
        <w:rPr>
          <w:rFonts w:ascii="Verdana" w:hAnsi="Verdana"/>
          <w:b/>
        </w:rPr>
        <w:t xml:space="preserve">Sklad PHM s výdejními stojany“ </w:t>
      </w:r>
      <w:proofErr w:type="gramStart"/>
      <w:r w:rsidR="00EF56AB" w:rsidRPr="00EF56AB">
        <w:rPr>
          <w:rFonts w:ascii="Verdana" w:hAnsi="Verdana"/>
        </w:rPr>
        <w:t>č.j.</w:t>
      </w:r>
      <w:proofErr w:type="gramEnd"/>
      <w:r w:rsidR="00EF56AB" w:rsidRPr="00EF56AB">
        <w:rPr>
          <w:rFonts w:ascii="Verdana" w:hAnsi="Verdana"/>
        </w:rPr>
        <w:t xml:space="preserve"> 15141/2024-SŽ-OŘ OVA-NPI</w:t>
      </w:r>
      <w:r w:rsidR="00EF56AB" w:rsidRPr="00EF56AB">
        <w:rPr>
          <w:rFonts w:ascii="Verdana" w:hAnsi="Verdana"/>
          <w:b/>
        </w:rPr>
        <w:t xml:space="preserve"> </w:t>
      </w:r>
      <w:r w:rsidR="00335148" w:rsidRPr="004E3BAD">
        <w:rPr>
          <w:rFonts w:ascii="Verdana" w:hAnsi="Verdana"/>
        </w:rPr>
        <w:t>(č.j. dokumentu Výzvy k podání nabídek)</w:t>
      </w:r>
      <w:bookmarkEnd w:id="2"/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EF56AB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EF56AB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EF56AB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234202A4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F56A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F56A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4579EEB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F56A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F56A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Default="00335148" w:rsidP="0033514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335148" w:rsidRDefault="00335148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06DC09D0" w14:textId="1D20869C" w:rsidR="00335148" w:rsidRDefault="00335148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35148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53375"/>
    <w:rsid w:val="005574FA"/>
    <w:rsid w:val="00557C28"/>
    <w:rsid w:val="005736B7"/>
    <w:rsid w:val="00575E5A"/>
    <w:rsid w:val="005F1404"/>
    <w:rsid w:val="005F7C37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EF56AB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0EAEEC765E04D0A8F3DA6A5E3E6F1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4DA4-7EC4-4DBB-AEA6-36AFCE58B7A7}"/>
      </w:docPartPr>
      <w:docPartBody>
        <w:p w:rsidR="009038E8" w:rsidRDefault="009038E8" w:rsidP="009038E8">
          <w:pPr>
            <w:pStyle w:val="C0EAEEC765E04D0A8F3DA6A5E3E6F19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819"/>
    <w:rsid w:val="00390121"/>
    <w:rsid w:val="0049171C"/>
    <w:rsid w:val="00710200"/>
    <w:rsid w:val="0087094D"/>
    <w:rsid w:val="009038E8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34F7A30-E315-409F-B598-83CED1286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83</TotalTime>
  <Pages>2</Pages>
  <Words>478</Words>
  <Characters>2821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Bauerová Pavlína</cp:lastModifiedBy>
  <cp:revision>10</cp:revision>
  <cp:lastPrinted>2017-11-28T17:18:00Z</cp:lastPrinted>
  <dcterms:created xsi:type="dcterms:W3CDTF">2023-11-16T10:29:00Z</dcterms:created>
  <dcterms:modified xsi:type="dcterms:W3CDTF">2024-04-08T11:57:00Z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